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6"/>
        <w:tblpPr w:leftFromText="180" w:rightFromText="180" w:horzAnchor="margin" w:tblpX="-142" w:tblpY="240"/>
        <w:tblW w:w="92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531"/>
      </w:tblGrid>
      <w:tr w:rsidR="00D15718" w:rsidTr="00D15718">
        <w:tc>
          <w:tcPr>
            <w:tcW w:w="4672" w:type="dxa"/>
          </w:tcPr>
          <w:p w:rsidR="00D15718" w:rsidRPr="0079239F" w:rsidRDefault="00D15718" w:rsidP="008728ED">
            <w:pPr>
              <w:pStyle w:val="1"/>
              <w:spacing w:before="0" w:after="0"/>
              <w:ind w:right="-70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39F">
              <w:rPr>
                <w:rFonts w:ascii="Times New Roman" w:hAnsi="Times New Roman" w:cs="Times New Roman"/>
                <w:szCs w:val="28"/>
              </w:rPr>
              <w:t>Управление образования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39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D15718" w:rsidRPr="0079239F" w:rsidRDefault="00D15718" w:rsidP="008728ED">
            <w:pPr>
              <w:ind w:left="-284" w:right="-70"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39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39F">
              <w:rPr>
                <w:rFonts w:ascii="Times New Roman" w:hAnsi="Times New Roman" w:cs="Times New Roman"/>
                <w:b/>
                <w:sz w:val="28"/>
                <w:szCs w:val="28"/>
              </w:rPr>
              <w:t>Омутнинский муниципальный район Кировской области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</w:rPr>
            </w:pPr>
            <w:r w:rsidRPr="0079239F">
              <w:rPr>
                <w:rFonts w:ascii="Times New Roman" w:hAnsi="Times New Roman" w:cs="Times New Roman"/>
                <w:b/>
              </w:rPr>
              <w:t>ул. Коковихина 28а, г. Омутнинск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</w:rPr>
            </w:pPr>
            <w:r w:rsidRPr="0079239F">
              <w:rPr>
                <w:rFonts w:ascii="Times New Roman" w:hAnsi="Times New Roman" w:cs="Times New Roman"/>
                <w:b/>
              </w:rPr>
              <w:t>Кировская обл., 612740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</w:rPr>
            </w:pPr>
            <w:r w:rsidRPr="0079239F">
              <w:rPr>
                <w:rFonts w:ascii="Times New Roman" w:hAnsi="Times New Roman" w:cs="Times New Roman"/>
                <w:b/>
              </w:rPr>
              <w:t>Телефон/факс:  (83352) 20781</w:t>
            </w:r>
          </w:p>
          <w:p w:rsidR="00D15718" w:rsidRPr="00D15718" w:rsidRDefault="00D15718" w:rsidP="008728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39F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79239F">
              <w:rPr>
                <w:rFonts w:ascii="Times New Roman" w:hAnsi="Times New Roman" w:cs="Times New Roman"/>
                <w:b/>
              </w:rPr>
              <w:t>-</w:t>
            </w:r>
            <w:r w:rsidRPr="0079239F">
              <w:rPr>
                <w:rFonts w:ascii="Times New Roman" w:hAnsi="Times New Roman" w:cs="Times New Roman"/>
                <w:b/>
                <w:lang w:val="en-US"/>
              </w:rPr>
              <w:t>mail</w:t>
            </w:r>
            <w:r w:rsidRPr="0079239F">
              <w:rPr>
                <w:rFonts w:ascii="Times New Roman" w:hAnsi="Times New Roman" w:cs="Times New Roman"/>
                <w:b/>
              </w:rPr>
              <w:t xml:space="preserve">: </w:t>
            </w:r>
            <w:hyperlink r:id="rId8" w:history="1">
              <w:r w:rsidRPr="00EE4D33">
                <w:rPr>
                  <w:rStyle w:val="aff2"/>
                  <w:b/>
                  <w:lang w:val="en-US"/>
                </w:rPr>
                <w:t>omut</w:t>
              </w:r>
              <w:r w:rsidRPr="00EE4D33">
                <w:rPr>
                  <w:rStyle w:val="aff2"/>
                  <w:b/>
                </w:rPr>
                <w:t>07@</w:t>
              </w:r>
              <w:r w:rsidRPr="00EE4D33">
                <w:rPr>
                  <w:rStyle w:val="aff2"/>
                  <w:b/>
                  <w:lang w:val="en-US"/>
                </w:rPr>
                <w:t>yandex</w:t>
              </w:r>
              <w:r w:rsidRPr="00EE4D33">
                <w:rPr>
                  <w:rStyle w:val="aff2"/>
                  <w:b/>
                </w:rPr>
                <w:t>.</w:t>
              </w:r>
              <w:r w:rsidRPr="00EE4D33">
                <w:rPr>
                  <w:rStyle w:val="aff2"/>
                  <w:b/>
                  <w:lang w:val="en-US"/>
                </w:rPr>
                <w:t>ru</w:t>
              </w:r>
            </w:hyperlink>
          </w:p>
          <w:p w:rsidR="00D15718" w:rsidRDefault="00D15718" w:rsidP="008728ED">
            <w:pPr>
              <w:jc w:val="center"/>
            </w:pPr>
          </w:p>
        </w:tc>
        <w:tc>
          <w:tcPr>
            <w:tcW w:w="4531" w:type="dxa"/>
            <w:vMerge w:val="restart"/>
          </w:tcPr>
          <w:p w:rsidR="00CB03C3" w:rsidRPr="00CB03C3" w:rsidRDefault="00CB03C3" w:rsidP="00CB03C3">
            <w:pPr>
              <w:pStyle w:val="16"/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Руководителям образовательных организаций</w:t>
            </w:r>
          </w:p>
          <w:p w:rsidR="00D15718" w:rsidRDefault="00D15718" w:rsidP="008728ED"/>
        </w:tc>
      </w:tr>
      <w:tr w:rsidR="00D15718" w:rsidTr="00D15718">
        <w:tc>
          <w:tcPr>
            <w:tcW w:w="4672" w:type="dxa"/>
          </w:tcPr>
          <w:p w:rsidR="00AA22C2" w:rsidRPr="00AA22C2" w:rsidRDefault="00D15718" w:rsidP="00872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3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5078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82BD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E7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D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0E7ED2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E82BD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E7ED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B54D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A22C2">
              <w:rPr>
                <w:rFonts w:ascii="Times New Roman" w:hAnsi="Times New Roman" w:cs="Times New Roman"/>
                <w:sz w:val="28"/>
                <w:szCs w:val="28"/>
              </w:rPr>
              <w:t>1337</w:t>
            </w:r>
          </w:p>
        </w:tc>
        <w:tc>
          <w:tcPr>
            <w:tcW w:w="4531" w:type="dxa"/>
            <w:vMerge/>
          </w:tcPr>
          <w:p w:rsidR="00D15718" w:rsidRDefault="00D15718" w:rsidP="008728ED"/>
        </w:tc>
      </w:tr>
      <w:tr w:rsidR="0079239F" w:rsidTr="00D15718">
        <w:tc>
          <w:tcPr>
            <w:tcW w:w="4672" w:type="dxa"/>
          </w:tcPr>
          <w:p w:rsidR="008728ED" w:rsidRDefault="008728ED" w:rsidP="008728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39F" w:rsidRPr="0079239F" w:rsidRDefault="00950784" w:rsidP="005540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54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1579">
              <w:rPr>
                <w:rFonts w:ascii="Times New Roman" w:hAnsi="Times New Roman" w:cs="Times New Roman"/>
                <w:sz w:val="28"/>
                <w:szCs w:val="28"/>
              </w:rPr>
              <w:t>направлении информации</w:t>
            </w:r>
          </w:p>
        </w:tc>
        <w:tc>
          <w:tcPr>
            <w:tcW w:w="4531" w:type="dxa"/>
          </w:tcPr>
          <w:p w:rsidR="0079239F" w:rsidRDefault="0079239F" w:rsidP="008728ED"/>
        </w:tc>
      </w:tr>
    </w:tbl>
    <w:p w:rsidR="0012639F" w:rsidRDefault="0012639F" w:rsidP="00950784">
      <w:pPr>
        <w:spacing w:line="360" w:lineRule="auto"/>
        <w:rPr>
          <w:sz w:val="28"/>
          <w:szCs w:val="28"/>
        </w:rPr>
      </w:pPr>
    </w:p>
    <w:p w:rsidR="00E82BDF" w:rsidRDefault="00BA0ACF" w:rsidP="00E82BDF">
      <w:pPr>
        <w:pStyle w:val="6"/>
        <w:shd w:val="clear" w:color="auto" w:fill="auto"/>
        <w:spacing w:after="0" w:line="360" w:lineRule="auto"/>
        <w:ind w:right="23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Управление образования Омутнинского района</w:t>
      </w:r>
      <w:r w:rsidR="00D02CAB">
        <w:rPr>
          <w:sz w:val="28"/>
          <w:szCs w:val="28"/>
        </w:rPr>
        <w:t xml:space="preserve"> </w:t>
      </w:r>
      <w:r w:rsidR="003D094C">
        <w:rPr>
          <w:sz w:val="28"/>
          <w:szCs w:val="28"/>
        </w:rPr>
        <w:t>направляет инфо</w:t>
      </w:r>
      <w:r w:rsidR="003D094C">
        <w:rPr>
          <w:sz w:val="28"/>
          <w:szCs w:val="28"/>
        </w:rPr>
        <w:t>р</w:t>
      </w:r>
      <w:r w:rsidR="003D094C">
        <w:rPr>
          <w:sz w:val="28"/>
          <w:szCs w:val="28"/>
        </w:rPr>
        <w:t xml:space="preserve">мацию о том, что </w:t>
      </w:r>
      <w:r w:rsidR="00E82BDF">
        <w:rPr>
          <w:sz w:val="28"/>
          <w:szCs w:val="28"/>
        </w:rPr>
        <w:t>в преддверии наступающего летнего каникулярного с</w:t>
      </w:r>
      <w:r w:rsidR="00E82BDF">
        <w:rPr>
          <w:sz w:val="28"/>
          <w:szCs w:val="28"/>
        </w:rPr>
        <w:t>е</w:t>
      </w:r>
      <w:r w:rsidR="00E82BDF">
        <w:rPr>
          <w:sz w:val="28"/>
          <w:szCs w:val="28"/>
        </w:rPr>
        <w:t>зона с целью профилактики травматизма несовершеннолетних просим провести профилактическую работу с обучающимися и их родителями (з</w:t>
      </w:r>
      <w:r w:rsidR="00E82BDF">
        <w:rPr>
          <w:sz w:val="28"/>
          <w:szCs w:val="28"/>
        </w:rPr>
        <w:t>а</w:t>
      </w:r>
      <w:r w:rsidR="00E82BDF">
        <w:rPr>
          <w:sz w:val="28"/>
          <w:szCs w:val="28"/>
        </w:rPr>
        <w:t>конными представителями), в том числе в оздоровительных лагерях на б</w:t>
      </w:r>
      <w:r w:rsidR="00E82BDF">
        <w:rPr>
          <w:sz w:val="28"/>
          <w:szCs w:val="28"/>
        </w:rPr>
        <w:t>а</w:t>
      </w:r>
      <w:r w:rsidR="00E82BDF">
        <w:rPr>
          <w:sz w:val="28"/>
          <w:szCs w:val="28"/>
        </w:rPr>
        <w:t>зе общеобразовательных организаций, по доведению правил безопасного поведения на дорогах и объектах железнодорожной инфраструктуры, на водных объектах, правил пожарной безопасности, а также по разъяснению ответственности за совершение правонарушений и преступлений нес</w:t>
      </w:r>
      <w:r w:rsidR="00E82BDF">
        <w:rPr>
          <w:sz w:val="28"/>
          <w:szCs w:val="28"/>
        </w:rPr>
        <w:t>о</w:t>
      </w:r>
      <w:r w:rsidR="00E82BDF">
        <w:rPr>
          <w:sz w:val="28"/>
          <w:szCs w:val="28"/>
        </w:rPr>
        <w:t>вершеннолетними посредством размещения памяток на официальной странице образовательной организации в сети «Интернет» и социальных сетях.</w:t>
      </w:r>
      <w:proofErr w:type="gramEnd"/>
    </w:p>
    <w:p w:rsidR="004B7FB4" w:rsidRDefault="004B7FB4" w:rsidP="003D094C">
      <w:pPr>
        <w:pStyle w:val="aff5"/>
        <w:spacing w:line="360" w:lineRule="auto"/>
        <w:ind w:left="709"/>
        <w:jc w:val="both"/>
        <w:rPr>
          <w:sz w:val="28"/>
          <w:szCs w:val="28"/>
        </w:rPr>
      </w:pPr>
    </w:p>
    <w:p w:rsidR="003D094C" w:rsidRDefault="003D094C" w:rsidP="003D094C">
      <w:pPr>
        <w:pStyle w:val="aff5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 w:rsidR="004B7FB4">
        <w:rPr>
          <w:sz w:val="28"/>
          <w:szCs w:val="28"/>
        </w:rPr>
        <w:t xml:space="preserve"> </w:t>
      </w:r>
      <w:r w:rsidR="00E82BDF">
        <w:rPr>
          <w:sz w:val="28"/>
          <w:szCs w:val="28"/>
        </w:rPr>
        <w:t>в электронном виде</w:t>
      </w:r>
    </w:p>
    <w:p w:rsidR="00AA66A9" w:rsidRDefault="00AA66A9" w:rsidP="00D472BE">
      <w:pPr>
        <w:rPr>
          <w:sz w:val="28"/>
          <w:szCs w:val="28"/>
        </w:rPr>
      </w:pPr>
    </w:p>
    <w:p w:rsidR="00E82BDF" w:rsidRDefault="00E82BDF" w:rsidP="00D472BE">
      <w:pPr>
        <w:rPr>
          <w:sz w:val="28"/>
          <w:szCs w:val="28"/>
        </w:rPr>
      </w:pPr>
    </w:p>
    <w:p w:rsidR="00951DAC" w:rsidRDefault="0095095C" w:rsidP="00D472B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51DAC">
        <w:rPr>
          <w:sz w:val="28"/>
          <w:szCs w:val="28"/>
        </w:rPr>
        <w:t>ачальник Управления образования</w:t>
      </w:r>
    </w:p>
    <w:p w:rsidR="00F33B1D" w:rsidRPr="00F406F1" w:rsidRDefault="00951DAC" w:rsidP="00951DAC">
      <w:pPr>
        <w:rPr>
          <w:color w:val="FFFFFF" w:themeColor="background1"/>
          <w:sz w:val="18"/>
          <w:szCs w:val="18"/>
        </w:rPr>
      </w:pPr>
      <w:r>
        <w:rPr>
          <w:sz w:val="28"/>
          <w:szCs w:val="28"/>
        </w:rPr>
        <w:t xml:space="preserve">Омутнинского </w:t>
      </w:r>
      <w:r w:rsidRPr="00AA22C2">
        <w:rPr>
          <w:sz w:val="28"/>
          <w:szCs w:val="28"/>
        </w:rPr>
        <w:t xml:space="preserve">района                                 </w:t>
      </w:r>
      <w:r w:rsidR="00CB03C3" w:rsidRPr="00AA22C2">
        <w:rPr>
          <w:sz w:val="28"/>
          <w:szCs w:val="28"/>
        </w:rPr>
        <w:t xml:space="preserve">     </w:t>
      </w:r>
      <w:r w:rsidR="009E24EE" w:rsidRPr="00AA22C2">
        <w:rPr>
          <w:sz w:val="18"/>
          <w:szCs w:val="18"/>
        </w:rPr>
        <w:t xml:space="preserve"> </w:t>
      </w:r>
      <w:r w:rsidR="00AA22C2">
        <w:rPr>
          <w:sz w:val="18"/>
          <w:szCs w:val="18"/>
        </w:rPr>
        <w:t>по</w:t>
      </w:r>
      <w:r w:rsidR="00F406F1" w:rsidRPr="00AA22C2">
        <w:rPr>
          <w:sz w:val="18"/>
          <w:szCs w:val="18"/>
        </w:rPr>
        <w:t>дписано</w:t>
      </w:r>
      <w:r w:rsidR="00F47B0F" w:rsidRPr="00E82BDF">
        <w:rPr>
          <w:color w:val="FFFFFF" w:themeColor="background1"/>
          <w:sz w:val="18"/>
          <w:szCs w:val="18"/>
        </w:rPr>
        <w:t xml:space="preserve"> </w:t>
      </w:r>
      <w:r w:rsidR="00F47B0F" w:rsidRPr="00F406F1">
        <w:rPr>
          <w:sz w:val="18"/>
          <w:szCs w:val="18"/>
        </w:rPr>
        <w:t xml:space="preserve">  </w:t>
      </w:r>
      <w:r w:rsidR="00F406F1">
        <w:rPr>
          <w:sz w:val="28"/>
          <w:szCs w:val="28"/>
        </w:rPr>
        <w:t xml:space="preserve">     </w:t>
      </w:r>
      <w:r w:rsidR="0095095C">
        <w:rPr>
          <w:sz w:val="28"/>
          <w:szCs w:val="28"/>
        </w:rPr>
        <w:t>Н.В. Кондра</w:t>
      </w:r>
      <w:bookmarkStart w:id="0" w:name="_GoBack"/>
      <w:bookmarkEnd w:id="0"/>
      <w:r w:rsidR="000738F0">
        <w:rPr>
          <w:sz w:val="28"/>
          <w:szCs w:val="28"/>
        </w:rPr>
        <w:t>тьева</w:t>
      </w:r>
    </w:p>
    <w:p w:rsidR="00F33B1D" w:rsidRDefault="00F33B1D" w:rsidP="00951DAC">
      <w:pPr>
        <w:rPr>
          <w:sz w:val="24"/>
          <w:szCs w:val="24"/>
        </w:rPr>
      </w:pPr>
    </w:p>
    <w:p w:rsidR="00F33B1D" w:rsidRDefault="00F33B1D" w:rsidP="00951DAC">
      <w:pPr>
        <w:rPr>
          <w:sz w:val="24"/>
          <w:szCs w:val="24"/>
        </w:rPr>
      </w:pPr>
    </w:p>
    <w:p w:rsidR="00F33B1D" w:rsidRDefault="00F33B1D" w:rsidP="00951DAC">
      <w:pPr>
        <w:rPr>
          <w:sz w:val="24"/>
          <w:szCs w:val="24"/>
        </w:rPr>
      </w:pPr>
    </w:p>
    <w:p w:rsidR="00E82BDF" w:rsidRDefault="00E82BDF" w:rsidP="00951DAC">
      <w:pPr>
        <w:rPr>
          <w:sz w:val="24"/>
          <w:szCs w:val="24"/>
        </w:rPr>
      </w:pPr>
    </w:p>
    <w:p w:rsidR="00E82BDF" w:rsidRDefault="00E82BDF" w:rsidP="00951DAC">
      <w:pPr>
        <w:rPr>
          <w:sz w:val="24"/>
          <w:szCs w:val="24"/>
        </w:rPr>
      </w:pPr>
    </w:p>
    <w:p w:rsidR="00951DAC" w:rsidRPr="00E82BDF" w:rsidRDefault="004B7FB4" w:rsidP="00951DAC">
      <w:pPr>
        <w:rPr>
          <w:color w:val="FF0000"/>
        </w:rPr>
      </w:pPr>
      <w:r w:rsidRPr="00E82BDF">
        <w:t xml:space="preserve">Исп. </w:t>
      </w:r>
      <w:r w:rsidR="00CB03C3" w:rsidRPr="00E82BDF">
        <w:t>Петушина Юлия Олеговна</w:t>
      </w:r>
    </w:p>
    <w:p w:rsidR="00951DAC" w:rsidRPr="00E82BDF" w:rsidRDefault="00CB03C3" w:rsidP="00951DAC">
      <w:r w:rsidRPr="00E82BDF">
        <w:t>(883352)21187</w:t>
      </w:r>
    </w:p>
    <w:sectPr w:rsidR="00951DAC" w:rsidRPr="00E82BDF" w:rsidSect="00612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851" w:bottom="567" w:left="1985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8A5" w:rsidRDefault="002958A5">
      <w:r>
        <w:separator/>
      </w:r>
    </w:p>
  </w:endnote>
  <w:endnote w:type="continuationSeparator" w:id="0">
    <w:p w:rsidR="002958A5" w:rsidRDefault="00295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Pr="00E44D2C" w:rsidRDefault="00DA2158">
    <w:pPr>
      <w:pStyle w:val="10"/>
    </w:pPr>
    <w:fldSimple w:instr=" SAVEDATE  \* MERGEFORMAT ">
      <w:r w:rsidR="00AA22C2">
        <w:rPr>
          <w:noProof/>
        </w:rPr>
        <w:t>26.05.2025 16:09:00</w:t>
      </w:r>
    </w:fldSimple>
    <w:r w:rsidR="001F7EC5" w:rsidRPr="00E44D2C">
      <w:t xml:space="preserve"> </w:t>
    </w:r>
    <w:fldSimple w:instr=" FILENAME \* LOWER\p \* MERGEFORMAT ">
      <w:r w:rsidR="004B7FB4" w:rsidRPr="004B7FB4">
        <w:rPr>
          <w:noProof/>
          <w:lang w:val="en-US"/>
        </w:rPr>
        <w:t>d</w:t>
      </w:r>
      <w:r w:rsidR="004B7FB4">
        <w:rPr>
          <w:noProof/>
        </w:rPr>
        <w:t>:\переписка\оо\гибдд\о направлении  информации.docx</w:t>
      </w:r>
    </w:fldSimple>
    <w:r w:rsidR="001F7EC5" w:rsidRPr="00E44D2C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Pr="00E44D2C" w:rsidRDefault="00DA2158">
    <w:pPr>
      <w:pStyle w:val="10"/>
    </w:pPr>
    <w:fldSimple w:instr=" FILENAME \* LOWER\p \* MERGEFORMAT ">
      <w:r w:rsidR="004B7FB4" w:rsidRPr="004B7FB4">
        <w:rPr>
          <w:noProof/>
          <w:lang w:val="en-US"/>
        </w:rPr>
        <w:t>d</w:t>
      </w:r>
      <w:r w:rsidR="004B7FB4">
        <w:rPr>
          <w:noProof/>
        </w:rPr>
        <w:t>:\переписка\оо\гибдд\о направлении  информации.docx</w:t>
      </w:r>
    </w:fldSimple>
    <w:r w:rsidR="001F7EC5" w:rsidRPr="00E44D2C">
      <w:t xml:space="preserve"> </w:t>
    </w:r>
    <w:fldSimple w:instr=" SAVEDATE  \* MERGEFORMAT ">
      <w:r w:rsidR="00AA22C2">
        <w:rPr>
          <w:noProof/>
        </w:rPr>
        <w:t>26.05.2025 16:09:00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AE2" w:rsidRPr="00F33B1D" w:rsidRDefault="00382AE2" w:rsidP="00382AE2">
    <w:pPr>
      <w:pStyle w:val="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8A5" w:rsidRDefault="002958A5">
      <w:r>
        <w:separator/>
      </w:r>
    </w:p>
  </w:footnote>
  <w:footnote w:type="continuationSeparator" w:id="0">
    <w:p w:rsidR="002958A5" w:rsidRDefault="002958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Default="00DA21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F7EC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7EC5">
      <w:rPr>
        <w:rStyle w:val="a5"/>
        <w:noProof/>
      </w:rPr>
      <w:t>4</w:t>
    </w:r>
    <w:r>
      <w:rPr>
        <w:rStyle w:val="a5"/>
      </w:rPr>
      <w:fldChar w:fldCharType="end"/>
    </w:r>
  </w:p>
  <w:p w:rsidR="001F7EC5" w:rsidRDefault="001F7EC5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Default="00DA2158">
    <w:pPr>
      <w:pStyle w:val="a3"/>
      <w:framePr w:wrap="around" w:vAnchor="page" w:hAnchor="margin" w:xAlign="center" w:y="568" w:anchorLock="1"/>
      <w:rPr>
        <w:rStyle w:val="a5"/>
      </w:rPr>
    </w:pPr>
    <w:r>
      <w:rPr>
        <w:rStyle w:val="a5"/>
      </w:rPr>
      <w:fldChar w:fldCharType="begin"/>
    </w:r>
    <w:r w:rsidR="001F7EC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2BDF">
      <w:rPr>
        <w:rStyle w:val="a5"/>
        <w:noProof/>
      </w:rPr>
      <w:t>2</w:t>
    </w:r>
    <w:r>
      <w:rPr>
        <w:rStyle w:val="a5"/>
      </w:rPr>
      <w:fldChar w:fldCharType="end"/>
    </w:r>
  </w:p>
  <w:p w:rsidR="001F7EC5" w:rsidRDefault="001F7EC5">
    <w:pPr>
      <w:pStyle w:val="a3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139"/>
      <w:gridCol w:w="510"/>
      <w:gridCol w:w="4422"/>
    </w:tblGrid>
    <w:tr w:rsidR="001F7EC5">
      <w:trPr>
        <w:cantSplit/>
        <w:trHeight w:hRule="exact" w:val="947"/>
      </w:trPr>
      <w:tc>
        <w:tcPr>
          <w:tcW w:w="4139" w:type="dxa"/>
        </w:tcPr>
        <w:p w:rsidR="001F7EC5" w:rsidRDefault="001F7EC5">
          <w:pPr>
            <w:spacing w:after="60"/>
            <w:jc w:val="center"/>
          </w:pPr>
        </w:p>
        <w:p w:rsidR="001F7EC5" w:rsidRDefault="001F7EC5">
          <w:pPr>
            <w:pStyle w:val="aff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1F7EC5" w:rsidRDefault="001F7EC5">
          <w:pPr>
            <w:pStyle w:val="16"/>
            <w:spacing w:line="240" w:lineRule="auto"/>
            <w:ind w:left="1021"/>
          </w:pPr>
        </w:p>
      </w:tc>
      <w:tc>
        <w:tcPr>
          <w:tcW w:w="4422" w:type="dxa"/>
        </w:tcPr>
        <w:p w:rsidR="001F7EC5" w:rsidRDefault="001F7EC5">
          <w:pPr>
            <w:pStyle w:val="16"/>
            <w:spacing w:before="120" w:line="240" w:lineRule="auto"/>
            <w:jc w:val="left"/>
          </w:pPr>
        </w:p>
      </w:tc>
    </w:tr>
  </w:tbl>
  <w:p w:rsidR="001F7EC5" w:rsidRDefault="001F7EC5">
    <w:pPr>
      <w:pStyle w:val="a3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70FC"/>
    <w:multiLevelType w:val="hybridMultilevel"/>
    <w:tmpl w:val="1F94E06C"/>
    <w:lvl w:ilvl="0" w:tplc="719AB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84A65"/>
    <w:multiLevelType w:val="hybridMultilevel"/>
    <w:tmpl w:val="1F487742"/>
    <w:lvl w:ilvl="0" w:tplc="AFC6C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C979A7"/>
    <w:multiLevelType w:val="hybridMultilevel"/>
    <w:tmpl w:val="6674FF62"/>
    <w:lvl w:ilvl="0" w:tplc="F32A2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83B5A14"/>
    <w:multiLevelType w:val="hybridMultilevel"/>
    <w:tmpl w:val="5B600AAC"/>
    <w:lvl w:ilvl="0" w:tplc="EAE642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6F57A7"/>
    <w:multiLevelType w:val="hybridMultilevel"/>
    <w:tmpl w:val="5B58C7CA"/>
    <w:lvl w:ilvl="0" w:tplc="C6DC9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D91DA4"/>
    <w:multiLevelType w:val="hybridMultilevel"/>
    <w:tmpl w:val="C4BC17D6"/>
    <w:lvl w:ilvl="0" w:tplc="255CA2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EDB5A0C"/>
    <w:multiLevelType w:val="hybridMultilevel"/>
    <w:tmpl w:val="A6906710"/>
    <w:lvl w:ilvl="0" w:tplc="9E269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C70326"/>
    <w:rsid w:val="000053CC"/>
    <w:rsid w:val="00005F90"/>
    <w:rsid w:val="00015F36"/>
    <w:rsid w:val="000169E1"/>
    <w:rsid w:val="00054E8D"/>
    <w:rsid w:val="00063C59"/>
    <w:rsid w:val="000738F0"/>
    <w:rsid w:val="000A0A52"/>
    <w:rsid w:val="000A16E4"/>
    <w:rsid w:val="000A2601"/>
    <w:rsid w:val="000B2AA5"/>
    <w:rsid w:val="000C21E8"/>
    <w:rsid w:val="000E01B6"/>
    <w:rsid w:val="000E1F7D"/>
    <w:rsid w:val="000E7ED2"/>
    <w:rsid w:val="000F35C3"/>
    <w:rsid w:val="00125A42"/>
    <w:rsid w:val="0012639F"/>
    <w:rsid w:val="0014025E"/>
    <w:rsid w:val="00143671"/>
    <w:rsid w:val="001554C0"/>
    <w:rsid w:val="001631E4"/>
    <w:rsid w:val="00167976"/>
    <w:rsid w:val="0017496A"/>
    <w:rsid w:val="0018417D"/>
    <w:rsid w:val="00184FD4"/>
    <w:rsid w:val="00193E0C"/>
    <w:rsid w:val="001A1E6E"/>
    <w:rsid w:val="001B17E4"/>
    <w:rsid w:val="001F5058"/>
    <w:rsid w:val="001F7EC5"/>
    <w:rsid w:val="002046B4"/>
    <w:rsid w:val="00213148"/>
    <w:rsid w:val="00220CD6"/>
    <w:rsid w:val="00233836"/>
    <w:rsid w:val="0024407C"/>
    <w:rsid w:val="002720B8"/>
    <w:rsid w:val="002727CE"/>
    <w:rsid w:val="002836DE"/>
    <w:rsid w:val="0028589A"/>
    <w:rsid w:val="002958A5"/>
    <w:rsid w:val="002A787E"/>
    <w:rsid w:val="002B1D29"/>
    <w:rsid w:val="002C02F9"/>
    <w:rsid w:val="002C6F3D"/>
    <w:rsid w:val="002D2493"/>
    <w:rsid w:val="002D4C1E"/>
    <w:rsid w:val="002E5329"/>
    <w:rsid w:val="003152FD"/>
    <w:rsid w:val="00324F86"/>
    <w:rsid w:val="00342262"/>
    <w:rsid w:val="0034285B"/>
    <w:rsid w:val="00355D33"/>
    <w:rsid w:val="003654A9"/>
    <w:rsid w:val="003777AC"/>
    <w:rsid w:val="00382AE2"/>
    <w:rsid w:val="00382AEF"/>
    <w:rsid w:val="003A3EE9"/>
    <w:rsid w:val="003A4C0D"/>
    <w:rsid w:val="003A734B"/>
    <w:rsid w:val="003D094C"/>
    <w:rsid w:val="003D1003"/>
    <w:rsid w:val="003D4A10"/>
    <w:rsid w:val="003E5CF8"/>
    <w:rsid w:val="004043FF"/>
    <w:rsid w:val="00404EF3"/>
    <w:rsid w:val="004431F4"/>
    <w:rsid w:val="00443DDD"/>
    <w:rsid w:val="0045001C"/>
    <w:rsid w:val="00450DE3"/>
    <w:rsid w:val="00471520"/>
    <w:rsid w:val="004800E5"/>
    <w:rsid w:val="00481228"/>
    <w:rsid w:val="004A1A63"/>
    <w:rsid w:val="004A5623"/>
    <w:rsid w:val="004B7FB4"/>
    <w:rsid w:val="004D59CB"/>
    <w:rsid w:val="004E6177"/>
    <w:rsid w:val="0050085E"/>
    <w:rsid w:val="005056C1"/>
    <w:rsid w:val="0053018C"/>
    <w:rsid w:val="00544C14"/>
    <w:rsid w:val="005540C3"/>
    <w:rsid w:val="005575F5"/>
    <w:rsid w:val="005734F1"/>
    <w:rsid w:val="005A277D"/>
    <w:rsid w:val="005A4DB6"/>
    <w:rsid w:val="005B54D2"/>
    <w:rsid w:val="005D56FA"/>
    <w:rsid w:val="005F5359"/>
    <w:rsid w:val="005F573A"/>
    <w:rsid w:val="00607FC5"/>
    <w:rsid w:val="00612717"/>
    <w:rsid w:val="00620940"/>
    <w:rsid w:val="006224CD"/>
    <w:rsid w:val="0066263D"/>
    <w:rsid w:val="00673F40"/>
    <w:rsid w:val="0067418F"/>
    <w:rsid w:val="006774F8"/>
    <w:rsid w:val="0068563E"/>
    <w:rsid w:val="006B6A1A"/>
    <w:rsid w:val="006E788D"/>
    <w:rsid w:val="00712E0C"/>
    <w:rsid w:val="00713FE4"/>
    <w:rsid w:val="00754A2C"/>
    <w:rsid w:val="00762C70"/>
    <w:rsid w:val="00764888"/>
    <w:rsid w:val="00780E94"/>
    <w:rsid w:val="0079239F"/>
    <w:rsid w:val="007C724A"/>
    <w:rsid w:val="007F3535"/>
    <w:rsid w:val="007F545F"/>
    <w:rsid w:val="00803C49"/>
    <w:rsid w:val="00807EBE"/>
    <w:rsid w:val="00837A51"/>
    <w:rsid w:val="0084308A"/>
    <w:rsid w:val="008728ED"/>
    <w:rsid w:val="00891579"/>
    <w:rsid w:val="008A07CF"/>
    <w:rsid w:val="008A6FA7"/>
    <w:rsid w:val="008C0ECB"/>
    <w:rsid w:val="008C530A"/>
    <w:rsid w:val="00906FAF"/>
    <w:rsid w:val="00907117"/>
    <w:rsid w:val="009127E5"/>
    <w:rsid w:val="00913FB0"/>
    <w:rsid w:val="00943150"/>
    <w:rsid w:val="00950784"/>
    <w:rsid w:val="0095095C"/>
    <w:rsid w:val="00951DAC"/>
    <w:rsid w:val="009B087B"/>
    <w:rsid w:val="009E24EE"/>
    <w:rsid w:val="009E4C1E"/>
    <w:rsid w:val="009E7512"/>
    <w:rsid w:val="00A036BB"/>
    <w:rsid w:val="00A204AF"/>
    <w:rsid w:val="00A47636"/>
    <w:rsid w:val="00A60095"/>
    <w:rsid w:val="00A9396C"/>
    <w:rsid w:val="00AA22C2"/>
    <w:rsid w:val="00AA66A9"/>
    <w:rsid w:val="00AD42BA"/>
    <w:rsid w:val="00AD64CD"/>
    <w:rsid w:val="00AE191E"/>
    <w:rsid w:val="00AE249E"/>
    <w:rsid w:val="00AF07BD"/>
    <w:rsid w:val="00AF17FC"/>
    <w:rsid w:val="00B25B06"/>
    <w:rsid w:val="00B27372"/>
    <w:rsid w:val="00B559CA"/>
    <w:rsid w:val="00B64554"/>
    <w:rsid w:val="00B7387D"/>
    <w:rsid w:val="00B75624"/>
    <w:rsid w:val="00B75FC7"/>
    <w:rsid w:val="00B861D1"/>
    <w:rsid w:val="00B90293"/>
    <w:rsid w:val="00BA0ACF"/>
    <w:rsid w:val="00BC62A4"/>
    <w:rsid w:val="00BD7F9C"/>
    <w:rsid w:val="00BE291B"/>
    <w:rsid w:val="00C0259D"/>
    <w:rsid w:val="00C0543C"/>
    <w:rsid w:val="00C149BD"/>
    <w:rsid w:val="00C248D3"/>
    <w:rsid w:val="00C270D0"/>
    <w:rsid w:val="00C43DD1"/>
    <w:rsid w:val="00C444E1"/>
    <w:rsid w:val="00C56E7F"/>
    <w:rsid w:val="00C70326"/>
    <w:rsid w:val="00CB03C3"/>
    <w:rsid w:val="00CD2D61"/>
    <w:rsid w:val="00CE53C6"/>
    <w:rsid w:val="00CF45A7"/>
    <w:rsid w:val="00CF64F3"/>
    <w:rsid w:val="00D02CAB"/>
    <w:rsid w:val="00D15718"/>
    <w:rsid w:val="00D4137E"/>
    <w:rsid w:val="00D44B2C"/>
    <w:rsid w:val="00D472BE"/>
    <w:rsid w:val="00D64A3E"/>
    <w:rsid w:val="00DA2158"/>
    <w:rsid w:val="00DA7D51"/>
    <w:rsid w:val="00DD1E52"/>
    <w:rsid w:val="00E04168"/>
    <w:rsid w:val="00E23BE2"/>
    <w:rsid w:val="00E3767D"/>
    <w:rsid w:val="00E435CE"/>
    <w:rsid w:val="00E44D2C"/>
    <w:rsid w:val="00E62ED0"/>
    <w:rsid w:val="00E63474"/>
    <w:rsid w:val="00E76554"/>
    <w:rsid w:val="00E82BDF"/>
    <w:rsid w:val="00EA69AB"/>
    <w:rsid w:val="00EE60CE"/>
    <w:rsid w:val="00F0022C"/>
    <w:rsid w:val="00F05500"/>
    <w:rsid w:val="00F2269A"/>
    <w:rsid w:val="00F25DD8"/>
    <w:rsid w:val="00F30DE0"/>
    <w:rsid w:val="00F33B1D"/>
    <w:rsid w:val="00F34DFB"/>
    <w:rsid w:val="00F406F1"/>
    <w:rsid w:val="00F47B0F"/>
    <w:rsid w:val="00F7228E"/>
    <w:rsid w:val="00F74ED2"/>
    <w:rsid w:val="00F7514A"/>
    <w:rsid w:val="00F84D22"/>
    <w:rsid w:val="00FA70AF"/>
    <w:rsid w:val="00FD6845"/>
    <w:rsid w:val="00FF47DC"/>
    <w:rsid w:val="00FF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5F"/>
  </w:style>
  <w:style w:type="paragraph" w:styleId="1">
    <w:name w:val="heading 1"/>
    <w:basedOn w:val="a"/>
    <w:next w:val="a"/>
    <w:qFormat/>
    <w:rsid w:val="007F545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7F545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7F545F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qFormat/>
    <w:rsid w:val="007F545F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F545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7F545F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basedOn w:val="a0"/>
    <w:rsid w:val="007F545F"/>
    <w:rPr>
      <w:sz w:val="28"/>
      <w:bdr w:val="none" w:sz="0" w:space="0" w:color="auto"/>
    </w:rPr>
  </w:style>
  <w:style w:type="paragraph" w:customStyle="1" w:styleId="a6">
    <w:name w:val="абзац"/>
    <w:basedOn w:val="a"/>
    <w:rsid w:val="007F545F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rsid w:val="007F545F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rsid w:val="007F545F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rsid w:val="007F545F"/>
    <w:pPr>
      <w:spacing w:before="120"/>
    </w:pPr>
    <w:rPr>
      <w:sz w:val="16"/>
    </w:rPr>
  </w:style>
  <w:style w:type="paragraph" w:styleId="aa">
    <w:name w:val="Signature"/>
    <w:basedOn w:val="a"/>
    <w:rsid w:val="007F545F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rsid w:val="007F545F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  <w:rsid w:val="007F545F"/>
  </w:style>
  <w:style w:type="paragraph" w:customStyle="1" w:styleId="11">
    <w:name w:val="ВК1"/>
    <w:basedOn w:val="a3"/>
    <w:rsid w:val="007F545F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rsid w:val="007F545F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qFormat/>
    <w:rsid w:val="007F545F"/>
    <w:pPr>
      <w:spacing w:before="120" w:after="120"/>
    </w:pPr>
    <w:rPr>
      <w:b/>
    </w:rPr>
  </w:style>
  <w:style w:type="paragraph" w:customStyle="1" w:styleId="af">
    <w:name w:val="По центру"/>
    <w:basedOn w:val="a"/>
    <w:rsid w:val="007F545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rsid w:val="007F545F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rsid w:val="007F545F"/>
    <w:pPr>
      <w:jc w:val="right"/>
    </w:pPr>
  </w:style>
  <w:style w:type="paragraph" w:customStyle="1" w:styleId="1c">
    <w:name w:val="Абзац1 c отступом"/>
    <w:basedOn w:val="a6"/>
    <w:rsid w:val="007F545F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rsid w:val="007F545F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rsid w:val="007F545F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rsid w:val="007F545F"/>
    <w:pPr>
      <w:ind w:firstLine="4678"/>
    </w:pPr>
  </w:style>
  <w:style w:type="paragraph" w:customStyle="1" w:styleId="af3">
    <w:name w:val="Крат.сод. полож."/>
    <w:aliases w:val="и т.д."/>
    <w:basedOn w:val="af"/>
    <w:rsid w:val="007F545F"/>
    <w:pPr>
      <w:spacing w:before="0" w:after="0"/>
    </w:pPr>
    <w:rPr>
      <w:sz w:val="32"/>
    </w:rPr>
  </w:style>
  <w:style w:type="paragraph" w:customStyle="1" w:styleId="13">
    <w:name w:val="Стиль1"/>
    <w:basedOn w:val="af"/>
    <w:rsid w:val="007F545F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rsid w:val="007F545F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rsid w:val="007F545F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rsid w:val="007F545F"/>
    <w:pPr>
      <w:jc w:val="both"/>
    </w:pPr>
  </w:style>
  <w:style w:type="paragraph" w:customStyle="1" w:styleId="a8">
    <w:name w:val="Текст табличный"/>
    <w:basedOn w:val="20"/>
    <w:rsid w:val="007F545F"/>
    <w:pPr>
      <w:spacing w:before="0" w:after="0"/>
    </w:pPr>
  </w:style>
  <w:style w:type="paragraph" w:customStyle="1" w:styleId="af6">
    <w:name w:val="Визы"/>
    <w:basedOn w:val="a8"/>
    <w:rsid w:val="007F545F"/>
  </w:style>
  <w:style w:type="character" w:styleId="af7">
    <w:name w:val="footnote reference"/>
    <w:basedOn w:val="a0"/>
    <w:semiHidden/>
    <w:rsid w:val="007F545F"/>
    <w:rPr>
      <w:vertAlign w:val="superscript"/>
    </w:rPr>
  </w:style>
  <w:style w:type="paragraph" w:customStyle="1" w:styleId="22">
    <w:name w:val="Текст2"/>
    <w:basedOn w:val="ad"/>
    <w:rsid w:val="007F545F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rsid w:val="007F545F"/>
    <w:pPr>
      <w:ind w:left="1559" w:right="1134"/>
    </w:pPr>
  </w:style>
  <w:style w:type="paragraph" w:customStyle="1" w:styleId="30">
    <w:name w:val="Стиль3"/>
    <w:basedOn w:val="1c"/>
    <w:rsid w:val="007F545F"/>
    <w:pPr>
      <w:ind w:left="1701"/>
    </w:pPr>
  </w:style>
  <w:style w:type="paragraph" w:customStyle="1" w:styleId="af8">
    <w:name w:val="Заголовок утв.док."/>
    <w:aliases w:val="прилож."/>
    <w:basedOn w:val="af3"/>
    <w:rsid w:val="007F545F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rsid w:val="007F545F"/>
    <w:pPr>
      <w:jc w:val="left"/>
    </w:pPr>
  </w:style>
  <w:style w:type="paragraph" w:customStyle="1" w:styleId="afa">
    <w:name w:val="Первая строка заголовка"/>
    <w:basedOn w:val="af8"/>
    <w:rsid w:val="007F545F"/>
    <w:rPr>
      <w:sz w:val="32"/>
    </w:rPr>
  </w:style>
  <w:style w:type="paragraph" w:customStyle="1" w:styleId="afb">
    <w:name w:val="остальные строки заголовка"/>
    <w:basedOn w:val="a"/>
    <w:rsid w:val="007F545F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  <w:rsid w:val="007F545F"/>
  </w:style>
  <w:style w:type="paragraph" w:customStyle="1" w:styleId="afc">
    <w:name w:val="Черта в конце текста"/>
    <w:basedOn w:val="aa"/>
    <w:rsid w:val="007F545F"/>
    <w:pPr>
      <w:spacing w:before="480"/>
      <w:ind w:left="4253"/>
    </w:pPr>
  </w:style>
  <w:style w:type="paragraph" w:customStyle="1" w:styleId="23">
    <w:name w:val="ВК2 для бл.нем.культ.центра"/>
    <w:basedOn w:val="a3"/>
    <w:rsid w:val="007F545F"/>
  </w:style>
  <w:style w:type="paragraph" w:customStyle="1" w:styleId="40">
    <w:name w:val="Стиль4"/>
    <w:basedOn w:val="afd"/>
    <w:rsid w:val="007F545F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rsid w:val="007F545F"/>
    <w:pPr>
      <w:ind w:firstLine="0"/>
    </w:pPr>
  </w:style>
  <w:style w:type="paragraph" w:customStyle="1" w:styleId="17">
    <w:name w:val="Абзац1 с отступом"/>
    <w:basedOn w:val="a"/>
    <w:rsid w:val="007F545F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  <w:rsid w:val="007F545F"/>
  </w:style>
  <w:style w:type="paragraph" w:customStyle="1" w:styleId="31">
    <w:name w:val="3 интервала"/>
    <w:basedOn w:val="af"/>
    <w:rsid w:val="007F545F"/>
    <w:pPr>
      <w:spacing w:before="0" w:after="480"/>
      <w:jc w:val="left"/>
    </w:pPr>
  </w:style>
  <w:style w:type="paragraph" w:styleId="afd">
    <w:name w:val="Body Text"/>
    <w:basedOn w:val="a"/>
    <w:rsid w:val="007F545F"/>
    <w:pPr>
      <w:spacing w:after="120"/>
    </w:pPr>
  </w:style>
  <w:style w:type="paragraph" w:customStyle="1" w:styleId="aff">
    <w:name w:val="Бланк_адрес"/>
    <w:aliases w:val="тел."/>
    <w:basedOn w:val="a"/>
    <w:rsid w:val="007F545F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rsid w:val="007F545F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rsid w:val="007F545F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rsid w:val="007F545F"/>
    <w:pPr>
      <w:jc w:val="right"/>
    </w:pPr>
  </w:style>
  <w:style w:type="character" w:styleId="aff2">
    <w:name w:val="Hyperlink"/>
    <w:basedOn w:val="a0"/>
    <w:rsid w:val="007F545F"/>
    <w:rPr>
      <w:color w:val="0000FF"/>
      <w:u w:val="single"/>
    </w:rPr>
  </w:style>
  <w:style w:type="character" w:styleId="aff3">
    <w:name w:val="FollowedHyperlink"/>
    <w:basedOn w:val="a0"/>
    <w:rsid w:val="007F545F"/>
    <w:rPr>
      <w:color w:val="800080"/>
      <w:u w:val="single"/>
    </w:rPr>
  </w:style>
  <w:style w:type="paragraph" w:styleId="aff4">
    <w:name w:val="Balloon Text"/>
    <w:basedOn w:val="a"/>
    <w:semiHidden/>
    <w:rsid w:val="005D56FA"/>
    <w:rPr>
      <w:rFonts w:ascii="Tahoma" w:hAnsi="Tahoma" w:cs="Tahoma"/>
      <w:sz w:val="16"/>
      <w:szCs w:val="16"/>
    </w:rPr>
  </w:style>
  <w:style w:type="paragraph" w:styleId="25">
    <w:name w:val="Body Text 2"/>
    <w:basedOn w:val="a"/>
    <w:rsid w:val="00382AEF"/>
    <w:pPr>
      <w:spacing w:after="120" w:line="480" w:lineRule="auto"/>
    </w:pPr>
  </w:style>
  <w:style w:type="paragraph" w:styleId="aff5">
    <w:name w:val="List Paragraph"/>
    <w:basedOn w:val="a"/>
    <w:uiPriority w:val="34"/>
    <w:qFormat/>
    <w:rsid w:val="00F30DE0"/>
    <w:pPr>
      <w:ind w:left="720"/>
      <w:contextualSpacing/>
    </w:pPr>
    <w:rPr>
      <w:sz w:val="24"/>
      <w:szCs w:val="24"/>
    </w:rPr>
  </w:style>
  <w:style w:type="table" w:styleId="aff6">
    <w:name w:val="Table Grid"/>
    <w:basedOn w:val="a1"/>
    <w:uiPriority w:val="59"/>
    <w:rsid w:val="00F30DE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7">
    <w:name w:val="Знак"/>
    <w:basedOn w:val="a"/>
    <w:rsid w:val="007C724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f8">
    <w:name w:val="Normal (Web)"/>
    <w:basedOn w:val="a"/>
    <w:uiPriority w:val="99"/>
    <w:semiHidden/>
    <w:unhideWhenUsed/>
    <w:rsid w:val="00B273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27372"/>
  </w:style>
  <w:style w:type="paragraph" w:customStyle="1" w:styleId="ConsPlusNonformat">
    <w:name w:val="ConsPlusNonformat"/>
    <w:rsid w:val="001F50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UnresolvedMention">
    <w:name w:val="Unresolved Mention"/>
    <w:basedOn w:val="a0"/>
    <w:uiPriority w:val="99"/>
    <w:semiHidden/>
    <w:unhideWhenUsed/>
    <w:rsid w:val="005B54D2"/>
    <w:rPr>
      <w:color w:val="605E5C"/>
      <w:shd w:val="clear" w:color="auto" w:fill="E1DFDD"/>
    </w:rPr>
  </w:style>
  <w:style w:type="paragraph" w:customStyle="1" w:styleId="6">
    <w:name w:val="Основной текст6"/>
    <w:basedOn w:val="a"/>
    <w:rsid w:val="00D02CAB"/>
    <w:pPr>
      <w:shd w:val="clear" w:color="auto" w:fill="FFFFFF"/>
      <w:spacing w:after="240" w:line="308" w:lineRule="exact"/>
    </w:pPr>
    <w:rPr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ut07@yandex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ary\Downloads\&#1041;&#1083;&#1072;&#1085;&#1082;%20&#1072;&#1076;&#1084;&#1080;&#1085;&#1080;&#1089;&#1090;&#1088;&#1072;&#1094;&#1080;&#1080;%20(1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38ECD-8608-47CB-8263-57489751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администрации (1).dot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Омутнинского района</vt:lpstr>
    </vt:vector>
  </TitlesOfParts>
  <Company>Администрация Омутнинского района</Company>
  <LinksUpToDate>false</LinksUpToDate>
  <CharactersWithSpaces>1307</CharactersWithSpaces>
  <SharedDoc>false</SharedDoc>
  <HLinks>
    <vt:vector size="6" baseType="variant"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mailto:omutuprava@yandex.ru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Омутнинского района</dc:title>
  <dc:creator>Sekretary</dc:creator>
  <dc:description>Шаблон для создания новых документов.</dc:description>
  <cp:lastModifiedBy>user</cp:lastModifiedBy>
  <cp:revision>3</cp:revision>
  <cp:lastPrinted>2024-02-05T13:44:00Z</cp:lastPrinted>
  <dcterms:created xsi:type="dcterms:W3CDTF">2025-05-26T13:09:00Z</dcterms:created>
  <dcterms:modified xsi:type="dcterms:W3CDTF">2025-05-27T06:00:00Z</dcterms:modified>
</cp:coreProperties>
</file>